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901" w:rsidRPr="00F14545" w:rsidRDefault="00FD6901" w:rsidP="007E1BB3">
      <w:pPr>
        <w:ind w:right="-720"/>
        <w:rPr>
          <w:lang w:val="sr-Cyrl-CS"/>
        </w:rPr>
      </w:pPr>
      <w:r w:rsidRPr="00F14545">
        <w:rPr>
          <w:lang w:val="sr-Cyrl-CS"/>
        </w:rPr>
        <w:t>Наставно-научном већу Филозофског факултета у Нишу</w:t>
      </w:r>
    </w:p>
    <w:p w:rsidR="00FD6901" w:rsidRDefault="00FD6901" w:rsidP="007E1BB3"/>
    <w:p w:rsidR="00FD6901" w:rsidRDefault="00FD6901" w:rsidP="007E1BB3"/>
    <w:p w:rsidR="00FD6901" w:rsidRDefault="00FD6901" w:rsidP="007E1BB3">
      <w:pPr>
        <w:jc w:val="center"/>
      </w:pPr>
      <w:r>
        <w:t>Извештај</w:t>
      </w:r>
    </w:p>
    <w:p w:rsidR="00FD6901" w:rsidRDefault="00FD6901" w:rsidP="007E1BB3">
      <w:pPr>
        <w:jc w:val="center"/>
      </w:pPr>
    </w:p>
    <w:p w:rsidR="00FD6901" w:rsidRDefault="00FD6901" w:rsidP="008A6AA5">
      <w:pPr>
        <w:ind w:firstLine="720"/>
        <w:jc w:val="both"/>
      </w:pPr>
      <w:r>
        <w:t xml:space="preserve">Наставно-научно веће одобрило ми је службено одсуство ради теренских истраживања усмене баштине у периоду од 11-15. јула 2016. године. Истраживање је спроведено у оквиру пројекта </w:t>
      </w:r>
      <w:r w:rsidRPr="00173F22">
        <w:rPr>
          <w:i/>
        </w:rPr>
        <w:t>Чувари тимочких говора</w:t>
      </w:r>
      <w:r>
        <w:rPr>
          <w:i/>
        </w:rPr>
        <w:t xml:space="preserve"> 2</w:t>
      </w:r>
      <w:r>
        <w:t xml:space="preserve">, који се под стручним руковођењем др Биљане Сикимић са Балканолошког института САНУ спроводи на простору Тимока у 2016. години и представља наставак истраживања спроведених у оквиру пројекта  </w:t>
      </w:r>
      <w:r w:rsidRPr="00173F22">
        <w:rPr>
          <w:i/>
        </w:rPr>
        <w:t>Чувари тимочких говора</w:t>
      </w:r>
      <w:r>
        <w:rPr>
          <w:i/>
        </w:rPr>
        <w:t xml:space="preserve"> </w:t>
      </w:r>
      <w:r w:rsidRPr="008A6AA5">
        <w:t>(2015).</w:t>
      </w:r>
    </w:p>
    <w:p w:rsidR="00FD6901" w:rsidRDefault="00FD6901" w:rsidP="008A6AA5">
      <w:pPr>
        <w:ind w:firstLine="720"/>
        <w:jc w:val="both"/>
      </w:pPr>
      <w:r>
        <w:t>У поменутом периоду, учествовала сам у раду екипе коју су чиниле др Биљана Сикимић, др Светлана Ћирковић (Балканолошки институт САНУ), др Смиљана Ђорђевић Белић, др Данијела Петковић (Институт за књижевност и уметност у Београду), проф. др Соња Петровић (Филолошки факултет Универзитета у Београду).</w:t>
      </w:r>
    </w:p>
    <w:p w:rsidR="00FD6901" w:rsidRDefault="00FD6901" w:rsidP="008A6AA5">
      <w:pPr>
        <w:ind w:firstLine="720"/>
        <w:jc w:val="both"/>
      </w:pPr>
      <w:r>
        <w:t>Циљ ове фазе пројекта подразумевао је аудио, видео документвање тимочких говора, као и и фото документацију о просторима и информаторима. Истовремено, документација је транскрибована и припремана за електронско архивирање, према стандардима Дигиталног архив</w:t>
      </w:r>
      <w:bookmarkStart w:id="0" w:name="_GoBack"/>
      <w:bookmarkEnd w:id="0"/>
      <w:r>
        <w:t>а Балканолошког института САНУ (ДАБИ).</w:t>
      </w:r>
    </w:p>
    <w:p w:rsidR="00FD6901" w:rsidRDefault="00FD6901" w:rsidP="008A6AA5">
      <w:pPr>
        <w:ind w:firstLine="720"/>
        <w:jc w:val="both"/>
      </w:pPr>
      <w:r>
        <w:t xml:space="preserve">Истражени су следећи пунктови: </w:t>
      </w:r>
      <w:r>
        <w:rPr>
          <w:lang w:val="sr-Latn-CS"/>
        </w:rPr>
        <w:t>Балановац</w:t>
      </w:r>
      <w:r>
        <w:t xml:space="preserve">, </w:t>
      </w:r>
      <w:r>
        <w:rPr>
          <w:lang w:val="sr-Latn-CS"/>
        </w:rPr>
        <w:t>Локва</w:t>
      </w:r>
      <w:r>
        <w:t xml:space="preserve">, </w:t>
      </w:r>
      <w:r>
        <w:rPr>
          <w:lang w:val="sr-Latn-CS"/>
        </w:rPr>
        <w:t>Доње Зуниче, Грлиште</w:t>
      </w:r>
      <w:r>
        <w:t xml:space="preserve">, </w:t>
      </w:r>
      <w:r>
        <w:rPr>
          <w:lang w:val="sr-Latn-CS"/>
        </w:rPr>
        <w:t>Врбица</w:t>
      </w:r>
      <w:r>
        <w:t>, Горња Соколовица, Мин</w:t>
      </w:r>
      <w:r>
        <w:rPr>
          <w:lang w:val="sr-Latn-CS"/>
        </w:rPr>
        <w:t>ићево</w:t>
      </w:r>
      <w:r>
        <w:t>.</w:t>
      </w:r>
    </w:p>
    <w:p w:rsidR="00FD6901" w:rsidRDefault="00FD6901" w:rsidP="008A6AA5">
      <w:pPr>
        <w:ind w:firstLine="720"/>
        <w:jc w:val="both"/>
      </w:pPr>
      <w:r>
        <w:t>Резултати истраживања биће систематизовани и презентовани (делимично јесу) на сајту пројекта Чувари тимочких говора (</w:t>
      </w:r>
      <w:hyperlink r:id="rId4" w:history="1">
        <w:r w:rsidRPr="00FF4645">
          <w:rPr>
            <w:rStyle w:val="Hyperlink"/>
          </w:rPr>
          <w:t>http://balksrv2012.sanu.ac.rs/webdict/timok/mesto</w:t>
        </w:r>
      </w:hyperlink>
      <w:r>
        <w:t>).</w:t>
      </w:r>
    </w:p>
    <w:p w:rsidR="00FD6901" w:rsidRDefault="00FD6901" w:rsidP="008A6AA5">
      <w:pPr>
        <w:ind w:firstLine="720"/>
        <w:jc w:val="both"/>
      </w:pPr>
    </w:p>
    <w:p w:rsidR="00FD6901" w:rsidRDefault="00FD6901" w:rsidP="008A6AA5">
      <w:pPr>
        <w:ind w:firstLine="720"/>
        <w:jc w:val="both"/>
      </w:pPr>
    </w:p>
    <w:p w:rsidR="00FD6901" w:rsidRDefault="00FD6901" w:rsidP="008A6AA5">
      <w:pPr>
        <w:ind w:left="4320"/>
        <w:jc w:val="both"/>
      </w:pPr>
      <w:r>
        <w:t>Доц. др Данијела Поповић Николић</w:t>
      </w:r>
    </w:p>
    <w:p w:rsidR="00FD6901" w:rsidRDefault="00FD6901" w:rsidP="008A6AA5">
      <w:pPr>
        <w:ind w:left="2880" w:firstLine="720"/>
        <w:jc w:val="both"/>
      </w:pPr>
    </w:p>
    <w:p w:rsidR="00FD6901" w:rsidRDefault="00FD6901" w:rsidP="008A6AA5">
      <w:pPr>
        <w:ind w:left="2880" w:firstLine="720"/>
        <w:jc w:val="both"/>
      </w:pPr>
      <w:r>
        <w:t>Департман за српску и компаративну књижевност</w:t>
      </w:r>
    </w:p>
    <w:p w:rsidR="00FD6901" w:rsidRDefault="00FD6901" w:rsidP="008A6AA5">
      <w:pPr>
        <w:ind w:left="2880" w:firstLine="720"/>
        <w:jc w:val="both"/>
      </w:pPr>
    </w:p>
    <w:p w:rsidR="00FD6901" w:rsidRDefault="00FD6901" w:rsidP="008A6AA5">
      <w:pPr>
        <w:ind w:left="2880" w:firstLine="720"/>
        <w:jc w:val="both"/>
      </w:pPr>
    </w:p>
    <w:p w:rsidR="00FD6901" w:rsidRDefault="00FD6901" w:rsidP="008A6AA5">
      <w:pPr>
        <w:ind w:left="2880" w:firstLine="720"/>
        <w:jc w:val="both"/>
      </w:pPr>
    </w:p>
    <w:p w:rsidR="00FD6901" w:rsidRPr="008A6AA5" w:rsidRDefault="00FD6901" w:rsidP="008A6AA5">
      <w:pPr>
        <w:ind w:left="2880" w:firstLine="720"/>
        <w:jc w:val="both"/>
      </w:pPr>
      <w:r>
        <w:t>У Нишу, 13. 9. 2016. године</w:t>
      </w:r>
    </w:p>
    <w:sectPr w:rsidR="00FD6901" w:rsidRPr="008A6AA5" w:rsidSect="005B03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1BB3"/>
    <w:rsid w:val="000F19D7"/>
    <w:rsid w:val="00173F22"/>
    <w:rsid w:val="005B03D7"/>
    <w:rsid w:val="007E1BB3"/>
    <w:rsid w:val="008A6AA5"/>
    <w:rsid w:val="00980F74"/>
    <w:rsid w:val="00AF4022"/>
    <w:rsid w:val="00BB39E7"/>
    <w:rsid w:val="00EA127D"/>
    <w:rsid w:val="00F14545"/>
    <w:rsid w:val="00FD6901"/>
    <w:rsid w:val="00FF4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BB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A6AA5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alksrv2012.sanu.ac.rs/webdict/timok/mest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229</Words>
  <Characters>1311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 Филозофског факултета у Нишу</dc:title>
  <dc:subject/>
  <dc:creator>Danijela</dc:creator>
  <cp:keywords/>
  <dc:description/>
  <cp:lastModifiedBy>rc</cp:lastModifiedBy>
  <cp:revision>2</cp:revision>
  <dcterms:created xsi:type="dcterms:W3CDTF">2016-09-15T05:59:00Z</dcterms:created>
  <dcterms:modified xsi:type="dcterms:W3CDTF">2016-09-15T05:59:00Z</dcterms:modified>
</cp:coreProperties>
</file>